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58C3" w:rsidP="005758C3" w:rsidRDefault="005758C3" w14:paraId="2D0175F5" w14:textId="2C1706A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Cs/>
          <w:i/>
        </w:rPr>
        <w:t>Załącznik nr 1.5 do Zarządzenia Rektora UR  nr 12/2019</w:t>
      </w:r>
    </w:p>
    <w:p w:rsidRPr="009C54AE" w:rsidR="0085747A" w:rsidP="009C54AE" w:rsidRDefault="0085747A" w14:paraId="4C148FE1" w14:textId="4BAFA9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E6EEB" w:rsidR="000A4B90" w:rsidP="000A4B90" w:rsidRDefault="000A4B90" w14:paraId="4BE08F37" w14:textId="451BD26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D55023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0A4B90" w:rsidP="000A4B90" w:rsidRDefault="000A4B90" w14:paraId="2478A58E" w14:textId="1A2610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5502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55023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4373EF4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1AF996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8822D8F" w14:paraId="6E5BF0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89DBA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92891" w14:paraId="3618BE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Pr="009C54AE" w:rsidR="0085747A" w:rsidTr="28822D8F" w14:paraId="4D14BF7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82DC8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92891" w14:paraId="6F5FE6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2891">
              <w:rPr>
                <w:rFonts w:ascii="Corbel" w:hAnsi="Corbel"/>
                <w:b w:val="0"/>
                <w:sz w:val="24"/>
                <w:szCs w:val="24"/>
              </w:rPr>
              <w:t>E/I/GFiR/C-1.6b</w:t>
            </w:r>
          </w:p>
        </w:tc>
      </w:tr>
      <w:tr w:rsidRPr="009C54AE" w:rsidR="0085747A" w:rsidTr="28822D8F" w14:paraId="127CA5E9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30014D7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3D0561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8822D8F" w14:paraId="169A1D2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F591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73147" w14:paraId="31EAC526" w14:textId="1FD22A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28822D8F" w14:paraId="1CA5E4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5DD6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B791E" w14:paraId="7802C0A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28822D8F" w14:paraId="41B68F5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331F8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6B791E" w:rsidRDefault="0017512A" w14:paraId="4F0659F9" w14:textId="0F405A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28822D8F" w14:paraId="6FA023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A57C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EAA20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8822D8F" w14:paraId="73EAB7A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7DD8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6B791E" w:rsidRDefault="006B791E" w14:paraId="0FEF8C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8822D8F" w14:paraId="00BDB2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94E9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D16A3" w14:paraId="01DFC60E" w14:textId="0D3E6D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Pr="009C54AE" w:rsidR="0085747A" w:rsidTr="28822D8F" w14:paraId="271538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6626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1E3B1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28822D8F" w14:paraId="4A92F030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41E05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3EBBED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6B791E" w:rsidTr="28822D8F" w14:paraId="58405549" w14:textId="77777777">
        <w:tc>
          <w:tcPr>
            <w:tcW w:w="2694" w:type="dxa"/>
            <w:tcMar/>
            <w:vAlign w:val="center"/>
          </w:tcPr>
          <w:p w:rsidRPr="009C54AE" w:rsidR="006B791E" w:rsidP="006B791E" w:rsidRDefault="006B791E" w14:paraId="02152D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B791E" w:rsidP="006B791E" w:rsidRDefault="006B791E" w14:paraId="01709C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Pr="009C54AE" w:rsidR="006B791E" w:rsidTr="28822D8F" w14:paraId="7622D40B" w14:textId="77777777">
        <w:tc>
          <w:tcPr>
            <w:tcW w:w="2694" w:type="dxa"/>
            <w:tcMar/>
            <w:vAlign w:val="center"/>
          </w:tcPr>
          <w:p w:rsidRPr="009C54AE" w:rsidR="006B791E" w:rsidP="006B791E" w:rsidRDefault="006B791E" w14:paraId="3714BC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B791E" w:rsidP="229AE867" w:rsidRDefault="006B791E" w14:paraId="319682C0" w14:textId="0903A81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8822D8F" w:rsidR="006B791E">
              <w:rPr>
                <w:rFonts w:ascii="Corbel" w:hAnsi="Corbel"/>
                <w:b w:val="0"/>
                <w:bCs w:val="0"/>
                <w:sz w:val="24"/>
                <w:szCs w:val="24"/>
              </w:rPr>
              <w:t>dr Anna Mazurkiewicz</w:t>
            </w:r>
            <w:r w:rsidRPr="28822D8F" w:rsidR="28AC05F0">
              <w:rPr>
                <w:rFonts w:ascii="Corbel" w:hAnsi="Corbel"/>
                <w:b w:val="0"/>
                <w:bCs w:val="0"/>
                <w:sz w:val="24"/>
                <w:szCs w:val="24"/>
              </w:rPr>
              <w:t>, dr Krzysztof Nowak</w:t>
            </w:r>
          </w:p>
        </w:tc>
      </w:tr>
    </w:tbl>
    <w:p w:rsidRPr="009C54AE" w:rsidR="0085747A" w:rsidP="009C54AE" w:rsidRDefault="0085747A" w14:paraId="312D911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63F448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43572A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192891" w14:paraId="48C07B68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17CF2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786C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E9A3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3197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A8820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4924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0309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97DC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7F088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AA0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3D2CA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A1618A" w14:paraId="7D1C0D7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92891" w14:paraId="1B4B28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555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92891" w14:paraId="3E8756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91276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466CE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FDC9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1A09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F2E4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73BBA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92891" w14:paraId="395E98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83D4F4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316D70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E43A33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67E6A" w:rsidP="00B67E6A" w:rsidRDefault="00B67E6A" w14:paraId="3F5F3D68" w14:textId="76D7499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B67E6A" w:rsidP="00B67E6A" w:rsidRDefault="00B67E6A" w14:paraId="43C39CF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38A603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982696" w14:paraId="53E65EE1" w14:textId="14163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Pr="009C54AE" w:rsidR="00E22FBC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 w:rsidR="00E22FBC">
        <w:rPr>
          <w:rFonts w:ascii="Corbel" w:hAnsi="Corbel"/>
          <w:smallCaps w:val="0"/>
          <w:szCs w:val="24"/>
        </w:rPr>
        <w:t xml:space="preserve"> (z toku) </w:t>
      </w:r>
      <w:r w:rsidRPr="009C54AE" w:rsidR="00E22F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982696" w:rsidP="00F83B28" w:rsidRDefault="00982696" w14:paraId="47D2AF5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9C54AE" w:rsidRDefault="009C54AE" w14:paraId="789D48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0E7FB4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4D4F4E9" w14:textId="77777777">
        <w:tc>
          <w:tcPr>
            <w:tcW w:w="9670" w:type="dxa"/>
          </w:tcPr>
          <w:p w:rsidRPr="009C54AE" w:rsidR="0085747A" w:rsidP="009C54AE" w:rsidRDefault="00982696" w14:paraId="4E9F0FC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:rsidRPr="009C54AE" w:rsidR="0085747A" w:rsidP="009C54AE" w:rsidRDefault="0085747A" w14:paraId="472E433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08C472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D010C" w:rsidP="009C54AE" w:rsidRDefault="009D010C" w14:paraId="73649D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600BBC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53180D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7296C9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37893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EA3DEF" w:rsidR="00982696" w:rsidTr="00982696" w14:paraId="5FC591DE" w14:textId="77777777">
        <w:tc>
          <w:tcPr>
            <w:tcW w:w="845" w:type="dxa"/>
            <w:vAlign w:val="center"/>
          </w:tcPr>
          <w:p w:rsidRPr="00A027E8" w:rsidR="00982696" w:rsidP="00C065D7" w:rsidRDefault="00982696" w14:paraId="1C97CAD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064D551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Pr="00EA3DEF" w:rsidR="00982696" w:rsidTr="00982696" w14:paraId="6B9BB93D" w14:textId="77777777">
        <w:tc>
          <w:tcPr>
            <w:tcW w:w="845" w:type="dxa"/>
            <w:vAlign w:val="center"/>
          </w:tcPr>
          <w:p w:rsidRPr="00A027E8" w:rsidR="00982696" w:rsidP="00C065D7" w:rsidRDefault="00982696" w14:paraId="3979D4E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11EA7BC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Pr="00EA3DEF" w:rsidR="00982696" w:rsidTr="00982696" w14:paraId="32DDD1AE" w14:textId="77777777">
        <w:tc>
          <w:tcPr>
            <w:tcW w:w="845" w:type="dxa"/>
            <w:vAlign w:val="center"/>
          </w:tcPr>
          <w:p w:rsidRPr="00A027E8" w:rsidR="00982696" w:rsidP="00C065D7" w:rsidRDefault="00982696" w14:paraId="501E569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36ECBB6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Pr="00EA3DEF" w:rsidR="00982696" w:rsidTr="00982696" w14:paraId="43C4FF4E" w14:textId="77777777">
        <w:tc>
          <w:tcPr>
            <w:tcW w:w="845" w:type="dxa"/>
            <w:vAlign w:val="center"/>
          </w:tcPr>
          <w:p w:rsidRPr="00A027E8" w:rsidR="00982696" w:rsidP="00C065D7" w:rsidRDefault="00982696" w14:paraId="02C1DEB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62892E6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:rsidRPr="009C54AE" w:rsidR="0085747A" w:rsidP="009C54AE" w:rsidRDefault="0085747A" w14:paraId="7783296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DD92F7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0FFF8FA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Pr="00D90406" w:rsidR="00982696" w:rsidTr="7D5E26C9" w14:paraId="39F6CA1F" w14:textId="77777777">
        <w:tc>
          <w:tcPr>
            <w:tcW w:w="1681" w:type="dxa"/>
            <w:vAlign w:val="center"/>
          </w:tcPr>
          <w:p w:rsidRPr="009C54AE" w:rsidR="00982696" w:rsidP="00982696" w:rsidRDefault="00982696" w14:paraId="5A379B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:rsidRPr="009C54AE" w:rsidR="00982696" w:rsidP="00982696" w:rsidRDefault="00982696" w14:paraId="22521A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982696" w:rsidP="00982696" w:rsidRDefault="00982696" w14:paraId="42DD2C3C" w14:textId="4C64E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D90406" w:rsidR="00982696" w:rsidTr="7D5E26C9" w14:paraId="178C3971" w14:textId="77777777">
        <w:tc>
          <w:tcPr>
            <w:tcW w:w="1681" w:type="dxa"/>
          </w:tcPr>
          <w:p w:rsidRPr="00D90406" w:rsidR="00982696" w:rsidP="00982696" w:rsidRDefault="00982696" w14:paraId="4BB4D6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:rsidRPr="00D90406" w:rsidR="00982696" w:rsidP="00982696" w:rsidRDefault="00982696" w14:paraId="738E86B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:rsidRPr="00D90406" w:rsidR="00982696" w:rsidP="00982696" w:rsidRDefault="00982696" w14:paraId="3DD3EC0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:rsidRPr="00D90406" w:rsidR="00982696" w:rsidP="00982696" w:rsidRDefault="00982696" w14:paraId="0612D3F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:rsidRPr="00D90406" w:rsidR="00982696" w:rsidP="00982696" w:rsidRDefault="00982696" w14:paraId="1B5B45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Pr="00D90406" w:rsidR="00982696" w:rsidTr="7D5E26C9" w14:paraId="4E5E226C" w14:textId="77777777">
        <w:tc>
          <w:tcPr>
            <w:tcW w:w="1681" w:type="dxa"/>
          </w:tcPr>
          <w:p w:rsidRPr="00D90406" w:rsidR="00982696" w:rsidP="00982696" w:rsidRDefault="00982696" w14:paraId="79845D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:rsidRPr="00D90406" w:rsidR="00982696" w:rsidP="7D5E26C9" w:rsidRDefault="00982696" w14:paraId="660D3CFB" w14:textId="2DE5E0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Pr="7D5E26C9" w:rsidR="6AC687DF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:rsidRPr="004F62A2" w:rsidR="00982696" w:rsidP="00982696" w:rsidRDefault="00982696" w14:paraId="24E945D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:rsidRPr="004F62A2" w:rsidR="00982696" w:rsidP="00982696" w:rsidRDefault="00982696" w14:paraId="242A49F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:rsidRPr="004F62A2" w:rsidR="00982696" w:rsidP="00982696" w:rsidRDefault="00982696" w14:paraId="056352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Pr="00D90406" w:rsidR="00982696" w:rsidTr="7D5E26C9" w14:paraId="1A2B1785" w14:textId="77777777">
        <w:tc>
          <w:tcPr>
            <w:tcW w:w="1681" w:type="dxa"/>
          </w:tcPr>
          <w:p w:rsidRPr="00D90406" w:rsidR="00982696" w:rsidP="00982696" w:rsidRDefault="00982696" w14:paraId="0C5B689F" w14:textId="77777777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:rsidRPr="00D90406" w:rsidR="00982696" w:rsidP="00982696" w:rsidRDefault="00982696" w14:paraId="29C958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:rsidRPr="00E72456" w:rsidR="00982696" w:rsidP="00982696" w:rsidRDefault="00982696" w14:paraId="2C41F9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Pr="004F62A2" w:rsidR="00982696" w:rsidP="00982696" w:rsidRDefault="00982696" w14:paraId="7A1531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0231F8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220906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650912B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:rsidRPr="009C54AE" w:rsidR="0085747A" w:rsidP="009C54AE" w:rsidRDefault="0085747A" w14:paraId="1BDDEF9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Pr="009C54AE" w:rsidR="0085747A" w:rsidTr="00262C53" w14:paraId="7120F06C" w14:textId="77777777">
        <w:trPr>
          <w:gridAfter w:val="1"/>
          <w:wAfter w:w="6" w:type="dxa"/>
        </w:trPr>
        <w:tc>
          <w:tcPr>
            <w:tcW w:w="9520" w:type="dxa"/>
          </w:tcPr>
          <w:p w:rsidRPr="009C54AE" w:rsidR="0085747A" w:rsidP="009C54AE" w:rsidRDefault="0085747A" w14:paraId="2C3E67C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907F3" w:rsidR="00262C53" w:rsidTr="00262C53" w14:paraId="23688B08" w14:textId="77777777">
        <w:tc>
          <w:tcPr>
            <w:tcW w:w="9526" w:type="dxa"/>
            <w:gridSpan w:val="2"/>
          </w:tcPr>
          <w:p w:rsidR="00262C53" w:rsidP="00C065D7" w:rsidRDefault="00262C53" w14:paraId="17B44D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EA3DEF" w:rsidR="00262C53" w:rsidP="00C065D7" w:rsidRDefault="00262C53" w14:paraId="7B205BA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Pr="007907F3" w:rsidR="00262C53" w:rsidTr="00262C53" w14:paraId="3136A44F" w14:textId="77777777">
        <w:tc>
          <w:tcPr>
            <w:tcW w:w="9526" w:type="dxa"/>
            <w:gridSpan w:val="2"/>
          </w:tcPr>
          <w:p w:rsidRPr="00EA3DEF" w:rsidR="00262C53" w:rsidP="00C065D7" w:rsidRDefault="00262C53" w14:paraId="7CAA6D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Pr="007907F3" w:rsidR="00262C53" w:rsidTr="00262C53" w14:paraId="70B35C27" w14:textId="77777777">
        <w:tc>
          <w:tcPr>
            <w:tcW w:w="9526" w:type="dxa"/>
            <w:gridSpan w:val="2"/>
          </w:tcPr>
          <w:p w:rsidRPr="00EA3DEF" w:rsidR="00262C53" w:rsidP="00C065D7" w:rsidRDefault="00262C53" w14:paraId="184A2D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Pr="007907F3" w:rsidR="00262C53" w:rsidTr="00262C53" w14:paraId="45E8A31B" w14:textId="77777777">
        <w:tc>
          <w:tcPr>
            <w:tcW w:w="9526" w:type="dxa"/>
            <w:gridSpan w:val="2"/>
          </w:tcPr>
          <w:p w:rsidRPr="00EA3DEF" w:rsidR="00262C53" w:rsidP="00C065D7" w:rsidRDefault="00262C53" w14:paraId="2BE331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Pr="007907F3" w:rsidR="00262C53" w:rsidTr="00262C53" w14:paraId="35E39FD8" w14:textId="77777777">
        <w:tc>
          <w:tcPr>
            <w:tcW w:w="9526" w:type="dxa"/>
            <w:gridSpan w:val="2"/>
          </w:tcPr>
          <w:p w:rsidRPr="00EA3DEF" w:rsidR="00262C53" w:rsidP="00C065D7" w:rsidRDefault="00262C53" w14:paraId="08C62E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7907F3" w:rsidR="00262C53" w:rsidTr="00262C53" w14:paraId="2DB47A17" w14:textId="77777777">
        <w:tc>
          <w:tcPr>
            <w:tcW w:w="9526" w:type="dxa"/>
            <w:gridSpan w:val="2"/>
          </w:tcPr>
          <w:p w:rsidRPr="00EA3DEF" w:rsidR="00262C53" w:rsidP="00C065D7" w:rsidRDefault="00262C53" w14:paraId="7877F9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ciami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Pr="009C54AE" w:rsidR="0085747A" w:rsidP="009C54AE" w:rsidRDefault="0085747A" w14:paraId="7FBC81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DB827C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1CDA02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F58F8" w:rsidR="00696160" w:rsidP="00696160" w:rsidRDefault="00696160" w14:paraId="7298746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1F38A9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BC96F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9C5845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972D7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5B762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Pr="009C54AE" w:rsidR="0085747A" w:rsidTr="00BC0915" w14:paraId="2AA90124" w14:textId="77777777">
        <w:trPr>
          <w:gridAfter w:val="1"/>
          <w:wAfter w:w="9" w:type="dxa"/>
        </w:trPr>
        <w:tc>
          <w:tcPr>
            <w:tcW w:w="1961" w:type="dxa"/>
            <w:vAlign w:val="center"/>
          </w:tcPr>
          <w:p w:rsidRPr="009C54AE" w:rsidR="0085747A" w:rsidP="009C54AE" w:rsidRDefault="0071620A" w14:paraId="3749A1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39" w:type="dxa"/>
            <w:vAlign w:val="center"/>
          </w:tcPr>
          <w:p w:rsidRPr="009C54AE" w:rsidR="0085747A" w:rsidP="009C54AE" w:rsidRDefault="00F974DA" w14:paraId="1ECD90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F228A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B2E58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C1271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BC0915" w:rsidTr="00BC0915" w14:paraId="6587479D" w14:textId="77777777">
        <w:tc>
          <w:tcPr>
            <w:tcW w:w="1961" w:type="dxa"/>
          </w:tcPr>
          <w:p w:rsidRPr="009C54AE" w:rsidR="00BC0915" w:rsidP="00C065D7" w:rsidRDefault="00AE19BD" w14:paraId="309D81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BC091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:rsidRPr="005F58F8" w:rsidR="00BC0915" w:rsidP="001E3A4F" w:rsidRDefault="00BC0915" w14:paraId="257CA5B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:rsidRPr="005F58F8" w:rsidR="00BC0915" w:rsidP="00C065D7" w:rsidRDefault="00BC0915" w14:paraId="39ED73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BC0915" w:rsidTr="00BC0915" w14:paraId="11DE0AD5" w14:textId="77777777">
        <w:tc>
          <w:tcPr>
            <w:tcW w:w="1961" w:type="dxa"/>
          </w:tcPr>
          <w:p w:rsidRPr="009C54AE" w:rsidR="00BC0915" w:rsidP="00C065D7" w:rsidRDefault="00BC0915" w14:paraId="11D32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:rsidRPr="00E720C5" w:rsidR="00BC0915" w:rsidP="001E3A4F" w:rsidRDefault="001E3A4F" w14:paraId="6D7D9F9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:rsidRPr="005F58F8" w:rsidR="00BC0915" w:rsidP="00C065D7" w:rsidRDefault="00BC0915" w14:paraId="07603BAD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9C54AE" w:rsidR="00BC0915" w:rsidTr="00BC0915" w14:paraId="5CF6BC52" w14:textId="77777777">
        <w:tc>
          <w:tcPr>
            <w:tcW w:w="1961" w:type="dxa"/>
          </w:tcPr>
          <w:p w:rsidRPr="005F58F8" w:rsidR="00BC0915" w:rsidP="00C065D7" w:rsidRDefault="00BC0915" w14:paraId="0E523C96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:rsidR="00BC0915" w:rsidP="00C065D7" w:rsidRDefault="001E3A4F" w14:paraId="03EB0A9B" w14:textId="7777777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Pr="002F2FFA" w:rsidR="00BC091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E3A4F" w:rsidR="00BC0915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:rsidRPr="005F58F8" w:rsidR="00BC0915" w:rsidP="00C065D7" w:rsidRDefault="00BC0915" w14:paraId="6B02940E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00A36A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83ACD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2FBEEB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8CACFF4" w14:paraId="034C3F33" w14:textId="77777777">
        <w:tc>
          <w:tcPr>
            <w:tcW w:w="9670" w:type="dxa"/>
            <w:tcMar/>
          </w:tcPr>
          <w:p w:rsidRPr="009C54AE" w:rsidR="0085747A" w:rsidP="18CACFF4" w:rsidRDefault="00BC0915" w14:paraId="3601EF75" w14:textId="3B5BFB84">
            <w:pPr>
              <w:pStyle w:val="Punktygwne"/>
              <w:spacing w:before="0" w:after="0" w:afterAutospacing="off" w:line="240" w:lineRule="auto"/>
              <w:rPr>
                <w:rFonts w:ascii="Corbel" w:hAnsi="Corbel"/>
                <w:b w:val="0"/>
                <w:bCs w:val="0"/>
                <w:caps w:val="0"/>
                <w:smallCaps w:val="0"/>
                <w:noProof w:val="0"/>
                <w:lang w:val="pl-PL"/>
              </w:rPr>
            </w:pPr>
            <w:r w:rsidRPr="18CACFF4" w:rsidR="665DF05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Podstawę oceny pozytywnej stanowi </w:t>
            </w:r>
            <w:r w:rsidRPr="18CACFF4" w:rsidR="0A813E37">
              <w:rPr>
                <w:rFonts w:ascii="Corbel" w:hAnsi="Corbel"/>
                <w:b w:val="0"/>
                <w:bCs w:val="0"/>
                <w:caps w:val="0"/>
                <w:smallCaps w:val="0"/>
              </w:rPr>
              <w:t>średnia arytmetyczna oceny z</w:t>
            </w:r>
            <w:r w:rsidRPr="18CACFF4" w:rsidR="665DF05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pracy pisemnej, z której student uzyska </w:t>
            </w:r>
            <w:r w:rsidRPr="18CACFF4" w:rsidR="5627572C">
              <w:rPr>
                <w:rFonts w:ascii="Corbel" w:hAnsi="Corbel"/>
                <w:b w:val="0"/>
                <w:bCs w:val="0"/>
                <w:caps w:val="0"/>
                <w:smallCaps w:val="0"/>
              </w:rPr>
              <w:t>co najmniej</w:t>
            </w:r>
            <w:r w:rsidRPr="18CACFF4" w:rsidR="665DF05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5</w:t>
            </w:r>
            <w:r w:rsidRPr="18CACFF4" w:rsidR="005D16A3">
              <w:rPr>
                <w:rFonts w:ascii="Corbel" w:hAnsi="Corbel"/>
                <w:b w:val="0"/>
                <w:bCs w:val="0"/>
                <w:caps w:val="0"/>
                <w:smallCaps w:val="0"/>
              </w:rPr>
              <w:t>1</w:t>
            </w:r>
            <w:r w:rsidRPr="18CACFF4" w:rsidR="665DF055">
              <w:rPr>
                <w:rFonts w:ascii="Corbel" w:hAnsi="Corbel"/>
                <w:b w:val="0"/>
                <w:bCs w:val="0"/>
                <w:caps w:val="0"/>
                <w:smallCaps w:val="0"/>
              </w:rPr>
              <w:t>% wymaganych punktów</w:t>
            </w:r>
            <w:r w:rsidRPr="18CACFF4" w:rsidR="562757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oce</w:t>
            </w:r>
            <w:r w:rsidRPr="18CACFF4" w:rsidR="2E537706">
              <w:rPr>
                <w:rFonts w:ascii="Corbel" w:hAnsi="Corbel"/>
                <w:b w:val="0"/>
                <w:bCs w:val="0"/>
                <w:caps w:val="0"/>
                <w:smallCaps w:val="0"/>
              </w:rPr>
              <w:t>ny</w:t>
            </w:r>
            <w:r w:rsidRPr="18CACFF4" w:rsidR="562757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projektu grupowego</w:t>
            </w:r>
            <w:r w:rsidRPr="18CACFF4" w:rsidR="665DF055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18CACFF4" w:rsidR="168F646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:rsidRPr="009C54AE" w:rsidR="0085747A" w:rsidP="009C54AE" w:rsidRDefault="0085747A" w14:paraId="1F2141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E13B8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0B584E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865081" w14:paraId="1233C1DB" w14:textId="77777777">
        <w:tc>
          <w:tcPr>
            <w:tcW w:w="4902" w:type="dxa"/>
            <w:vAlign w:val="center"/>
          </w:tcPr>
          <w:p w:rsidRPr="009C54AE" w:rsidR="0085747A" w:rsidP="009C54AE" w:rsidRDefault="00C61DC5" w14:paraId="3EB984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E2EBDC9" w14:textId="222EA6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65081" w:rsidTr="00865081" w14:paraId="1CCDDF43" w14:textId="77777777">
        <w:tc>
          <w:tcPr>
            <w:tcW w:w="4902" w:type="dxa"/>
          </w:tcPr>
          <w:p w:rsidRPr="009C54AE" w:rsidR="00865081" w:rsidP="00865081" w:rsidRDefault="00865081" w14:paraId="66A0AF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65081" w:rsidP="00865081" w:rsidRDefault="00865081" w14:paraId="3D7A6DA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65081" w:rsidTr="00865081" w14:paraId="1A6E46EE" w14:textId="77777777">
        <w:tc>
          <w:tcPr>
            <w:tcW w:w="4902" w:type="dxa"/>
          </w:tcPr>
          <w:p w:rsidRPr="009C54AE" w:rsidR="00865081" w:rsidP="00865081" w:rsidRDefault="00865081" w14:paraId="20FAD2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865081" w:rsidP="00717EE8" w:rsidRDefault="00717EE8" w14:paraId="5161A5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 w:rsidR="0086508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865081" w:rsidP="00865081" w:rsidRDefault="00865081" w14:paraId="2A159E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865081" w:rsidTr="00865081" w14:paraId="22C6E0A3" w14:textId="77777777">
        <w:tc>
          <w:tcPr>
            <w:tcW w:w="4902" w:type="dxa"/>
          </w:tcPr>
          <w:p w:rsidRPr="009C54AE" w:rsidR="00865081" w:rsidP="00B67E6A" w:rsidRDefault="00865081" w14:paraId="0F3AD7B2" w14:textId="4F382D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865081" w:rsidP="00865081" w:rsidRDefault="00865081" w14:paraId="5F7190A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Pr="009C54AE" w:rsidR="00865081" w:rsidTr="00865081" w14:paraId="7956C5FD" w14:textId="77777777">
        <w:tc>
          <w:tcPr>
            <w:tcW w:w="4902" w:type="dxa"/>
          </w:tcPr>
          <w:p w:rsidRPr="009C54AE" w:rsidR="00865081" w:rsidP="00865081" w:rsidRDefault="00865081" w14:paraId="42A486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865081" w:rsidR="00865081" w:rsidP="00865081" w:rsidRDefault="00865081" w14:paraId="3CD2AD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65081" w:rsidTr="00865081" w14:paraId="2FD52029" w14:textId="77777777">
        <w:tc>
          <w:tcPr>
            <w:tcW w:w="4902" w:type="dxa"/>
          </w:tcPr>
          <w:p w:rsidRPr="009C54AE" w:rsidR="00865081" w:rsidP="00865081" w:rsidRDefault="00865081" w14:paraId="10F667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146188" w:rsidR="00865081" w:rsidP="00865081" w:rsidRDefault="00865081" w14:paraId="57ECBB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E3F9FE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E761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CA398B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B27388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5758C3" w14:paraId="49FD2AF2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AB000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5E5A89" w:rsidRDefault="005E5A89" w14:paraId="3D0027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5758C3" w14:paraId="38E0157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0656F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5E5A89" w:rsidRDefault="005E5A89" w14:paraId="1E72E5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7A3ACF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D2ECD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77983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A11C97" w:rsidTr="5BFE865E" w14:paraId="4D1F1790" w14:textId="77777777">
        <w:trPr>
          <w:trHeight w:val="397"/>
        </w:trPr>
        <w:tc>
          <w:tcPr>
            <w:tcW w:w="5000" w:type="pct"/>
          </w:tcPr>
          <w:p w:rsidRPr="00D90406" w:rsidR="00A11C97" w:rsidP="005E5A89" w:rsidRDefault="00A11C97" w14:paraId="25D0D28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90406" w:rsidR="00A11C97" w:rsidP="005E5A89" w:rsidRDefault="00A11C97" w14:paraId="5729712A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>Bryx M. (red.), Podstawy zarządzania nieruchomościami, Poltext, Warszawa 2009.</w:t>
            </w:r>
          </w:p>
          <w:p w:rsidRPr="00D90406" w:rsidR="00A11C97" w:rsidP="005E5A89" w:rsidRDefault="00A11C97" w14:paraId="6BE73637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w:tooltip="książki wydawnictwa Wolters Kluwer" w:history="1" r:id="rId1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:rsidRPr="001E3A4F" w:rsidR="00A11C97" w:rsidP="001E3A4F" w:rsidRDefault="00A11C97" w14:paraId="2017D3A5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Pr="009C54AE" w:rsidR="00A11C97" w:rsidTr="5BFE865E" w14:paraId="05719444" w14:textId="77777777">
        <w:trPr>
          <w:trHeight w:val="397"/>
        </w:trPr>
        <w:tc>
          <w:tcPr>
            <w:tcW w:w="5000" w:type="pct"/>
          </w:tcPr>
          <w:p w:rsidRPr="00D90406" w:rsidR="00A11C97" w:rsidP="005E5A89" w:rsidRDefault="00A11C97" w14:paraId="3CD7D9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DC67B6" w:rsidR="00A11C97" w:rsidP="005E5A89" w:rsidRDefault="00A11C97" w14:paraId="3FB0F34B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Ł., Zarządzanie nieruchomościami – praktyczny poradnik, ODiDK, Gdańsk 2016.</w:t>
            </w:r>
          </w:p>
          <w:p w:rsidRPr="00D90406" w:rsidR="00A11C97" w:rsidP="5BFE865E" w:rsidRDefault="00A11C97" w14:paraId="02726236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Doganowski R., Gospodarowanie nieruchomościami, Państwowa Wyższa Szkoła Zawodowa w Sulechowie, Sulechów 2010.</w:t>
            </w:r>
          </w:p>
          <w:p w:rsidR="1CDC20DA" w:rsidP="5BFE865E" w:rsidRDefault="1CDC20DA" w14:paraId="00F89DEB" w14:textId="7874DC67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Mazurkiewicz A., Frączek P., Globalizacja i regionalizacja gospodarki jako przesłanki konkurencyjności i modernizacji regionów, (w:) Ekonómia digitálnej éry. Problematika, Východiská,Aspekty, Cezhraničný Výskumný Ústav, Economicka Faculta, Poprad 2007.</w:t>
            </w:r>
          </w:p>
          <w:p w:rsidRPr="00E720C5" w:rsidR="00A11C97" w:rsidP="5BFE865E" w:rsidRDefault="001E3A4F" w14:paraId="02A16A24" w14:textId="00D94E60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Nowak M., Skotarczak T. (red.), Podstawy gospodarowania nieruchomościami, CeDeWu, Warszawa 2013</w:t>
            </w:r>
            <w:r w:rsidRPr="5BFE865E" w:rsidR="0042047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Pr="009C54AE" w:rsidR="0085747A" w:rsidP="009C54AE" w:rsidRDefault="0085747A" w14:paraId="715196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1F914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2B95FB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92891" w:rsidP="00F83B28" w:rsidRDefault="00192891" w14:paraId="33E8CE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192891" w:rsidP="00F83B28" w:rsidRDefault="00192891" w14:paraId="054B6EA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9C54AE" w:rsidR="00192891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74E8" w:rsidP="00C16ABF" w:rsidRDefault="00F974E8" w14:paraId="593B8B22" w14:textId="77777777">
      <w:pPr>
        <w:spacing w:after="0" w:line="240" w:lineRule="auto"/>
      </w:pPr>
      <w:r>
        <w:separator/>
      </w:r>
    </w:p>
  </w:endnote>
  <w:endnote w:type="continuationSeparator" w:id="0">
    <w:p w:rsidR="00F974E8" w:rsidP="00C16ABF" w:rsidRDefault="00F974E8" w14:paraId="54CD378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74E8" w:rsidP="00C16ABF" w:rsidRDefault="00F974E8" w14:paraId="378855D0" w14:textId="77777777">
      <w:pPr>
        <w:spacing w:after="0" w:line="240" w:lineRule="auto"/>
      </w:pPr>
      <w:r>
        <w:separator/>
      </w:r>
    </w:p>
  </w:footnote>
  <w:footnote w:type="continuationSeparator" w:id="0">
    <w:p w:rsidR="00F974E8" w:rsidP="00C16ABF" w:rsidRDefault="00F974E8" w14:paraId="2FF1401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8">
    <w:abstractNumId w:val="7"/>
  </w:num>
  <w:num w:numId="7">
    <w:abstractNumId w:val="6"/>
  </w: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61029B"/>
    <w:rsid w:val="00617230"/>
    <w:rsid w:val="0061792D"/>
    <w:rsid w:val="00621CE1"/>
    <w:rsid w:val="00627FC9"/>
    <w:rsid w:val="00647FA8"/>
    <w:rsid w:val="00650C5F"/>
    <w:rsid w:val="00654934"/>
    <w:rsid w:val="006620D9"/>
    <w:rsid w:val="00671958"/>
    <w:rsid w:val="00675843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023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974E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4AE9B"/>
    <w:rsid w:val="03A75BAB"/>
    <w:rsid w:val="05432C0C"/>
    <w:rsid w:val="0A813E37"/>
    <w:rsid w:val="168F6463"/>
    <w:rsid w:val="18CACFF4"/>
    <w:rsid w:val="18FE6257"/>
    <w:rsid w:val="1CDC20DA"/>
    <w:rsid w:val="229AE867"/>
    <w:rsid w:val="28822D8F"/>
    <w:rsid w:val="28AC05F0"/>
    <w:rsid w:val="29F6744B"/>
    <w:rsid w:val="2C8AC3A0"/>
    <w:rsid w:val="2E537706"/>
    <w:rsid w:val="36681F86"/>
    <w:rsid w:val="5627572C"/>
    <w:rsid w:val="5BFE865E"/>
    <w:rsid w:val="5E51CBBA"/>
    <w:rsid w:val="665DF055"/>
    <w:rsid w:val="68820B1A"/>
    <w:rsid w:val="69E7E475"/>
    <w:rsid w:val="6AC687DF"/>
    <w:rsid w:val="749E1939"/>
    <w:rsid w:val="75E28D20"/>
    <w:rsid w:val="7D5E26C9"/>
    <w:rsid w:val="7DFE253B"/>
    <w:rsid w:val="7FC72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B67E6A"/>
  </w:style>
  <w:style w:type="character" w:styleId="spellingerror" w:customStyle="1">
    <w:name w:val="spellingerror"/>
    <w:basedOn w:val="Domylnaczcionkaakapitu"/>
    <w:rsid w:val="00B67E6A"/>
  </w:style>
  <w:style w:type="character" w:styleId="eop" w:customStyle="1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bookmaster.com.pl/wydawnictwo-1400-wolters-kluwer.xhtm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034B1-F5E8-414D-8A22-47FE2F78C3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95F631-C0FA-4A91-B307-E9A9172C0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Nowak Krzysztof</lastModifiedBy>
  <revision>38</revision>
  <lastPrinted>2019-02-06T12:12:00.0000000Z</lastPrinted>
  <dcterms:created xsi:type="dcterms:W3CDTF">2020-10-12T19:24:00.0000000Z</dcterms:created>
  <dcterms:modified xsi:type="dcterms:W3CDTF">2020-12-12T11:04:52.2499488Z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